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21F72E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</w:t>
      </w:r>
      <w:r w:rsidR="00C1129A">
        <w:rPr>
          <w:b/>
          <w:lang w:val="en-GB"/>
        </w:rPr>
        <w:t xml:space="preserve">: </w:t>
      </w:r>
      <w:r w:rsidR="00DD2E9D">
        <w:rPr>
          <w:b/>
          <w:lang w:val="en-GB"/>
        </w:rPr>
        <w:t>11-G001-22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24BF0E7" w:rsidR="00B0293A" w:rsidRPr="00532E97" w:rsidRDefault="00C1129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DD2E9D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/11/22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96A409A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C1129A">
              <w:rPr>
                <w:rFonts w:ascii="Calibri" w:hAnsi="Calibri"/>
                <w:szCs w:val="20"/>
                <w:highlight w:val="yellow"/>
              </w:rPr>
              <w:t>14/11/22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E07783F" w:rsidR="00B0293A" w:rsidRPr="00251A4B" w:rsidRDefault="00B032B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1129A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/11/22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0545770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C1129A">
              <w:rPr>
                <w:rFonts w:ascii="Calibri" w:hAnsi="Calibri"/>
                <w:szCs w:val="20"/>
                <w:highlight w:val="yellow"/>
              </w:rPr>
              <w:t>05/12/22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BD98D07" w:rsidR="00B0293A" w:rsidRPr="00532E97" w:rsidRDefault="00C112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C50D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C50D3C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B014073" w:rsidR="00B0293A" w:rsidRPr="00532E97" w:rsidRDefault="00C112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C50D3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C50D3C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2347A4E" w:rsidR="00B0293A" w:rsidRPr="00532E97" w:rsidRDefault="00C112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C50D3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C50D3C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41E3FDC" w:rsidR="00B0293A" w:rsidRPr="00532E97" w:rsidRDefault="00C112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C50D3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C50D3C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42ACE48" w:rsidR="00B0293A" w:rsidRPr="00532E97" w:rsidRDefault="00C112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C50D3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C50D3C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4587" w14:textId="77777777" w:rsidR="00367BF0" w:rsidRDefault="00367BF0">
      <w:r>
        <w:separator/>
      </w:r>
    </w:p>
  </w:endnote>
  <w:endnote w:type="continuationSeparator" w:id="0">
    <w:p w14:paraId="5F527399" w14:textId="77777777" w:rsidR="00367BF0" w:rsidRDefault="00367BF0">
      <w:r>
        <w:continuationSeparator/>
      </w:r>
    </w:p>
  </w:endnote>
  <w:endnote w:type="continuationNotice" w:id="1">
    <w:p w14:paraId="4B776954" w14:textId="77777777" w:rsidR="00367BF0" w:rsidRDefault="00367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4D244C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D2E9D">
      <w:rPr>
        <w:noProof/>
      </w:rPr>
      <w:t>2022-11-10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40372" w14:textId="77777777" w:rsidR="00367BF0" w:rsidRDefault="00367BF0">
      <w:r>
        <w:separator/>
      </w:r>
    </w:p>
  </w:footnote>
  <w:footnote w:type="continuationSeparator" w:id="0">
    <w:p w14:paraId="180FF999" w14:textId="77777777" w:rsidR="00367BF0" w:rsidRDefault="00367BF0">
      <w:r>
        <w:continuationSeparator/>
      </w:r>
    </w:p>
  </w:footnote>
  <w:footnote w:type="continuationNotice" w:id="1">
    <w:p w14:paraId="3696B703" w14:textId="77777777" w:rsidR="00367BF0" w:rsidRDefault="00367B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FCB14A7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588288">
    <w:abstractNumId w:val="1"/>
  </w:num>
  <w:num w:numId="2" w16cid:durableId="1286351174">
    <w:abstractNumId w:val="10"/>
  </w:num>
  <w:num w:numId="3" w16cid:durableId="529149593">
    <w:abstractNumId w:val="11"/>
  </w:num>
  <w:num w:numId="4" w16cid:durableId="1093086324">
    <w:abstractNumId w:val="4"/>
  </w:num>
  <w:num w:numId="5" w16cid:durableId="168840003">
    <w:abstractNumId w:val="3"/>
  </w:num>
  <w:num w:numId="6" w16cid:durableId="828666873">
    <w:abstractNumId w:val="7"/>
  </w:num>
  <w:num w:numId="7" w16cid:durableId="732310735">
    <w:abstractNumId w:val="5"/>
  </w:num>
  <w:num w:numId="8" w16cid:durableId="931819249">
    <w:abstractNumId w:val="9"/>
  </w:num>
  <w:num w:numId="9" w16cid:durableId="1543439271">
    <w:abstractNumId w:val="0"/>
  </w:num>
  <w:num w:numId="10" w16cid:durableId="244192021">
    <w:abstractNumId w:val="8"/>
  </w:num>
  <w:num w:numId="11" w16cid:durableId="270892292">
    <w:abstractNumId w:val="2"/>
  </w:num>
  <w:num w:numId="12" w16cid:durableId="199748883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0F45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67BF0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5A3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32B5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12A6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29A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D3C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2E9D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6</cp:revision>
  <cp:lastPrinted>2013-10-18T08:32:00Z</cp:lastPrinted>
  <dcterms:created xsi:type="dcterms:W3CDTF">2022-10-27T09:41:00Z</dcterms:created>
  <dcterms:modified xsi:type="dcterms:W3CDTF">2022-11-09T21:37:00Z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